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265AD" w14:textId="77777777" w:rsidR="005A3220" w:rsidRDefault="005A3220" w:rsidP="005A322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bookmarkStart w:id="0" w:name="_GoBack"/>
      <w:bookmarkEnd w:id="0"/>
      <w:r w:rsidRPr="00134A7F">
        <w:rPr>
          <w:rFonts w:asciiTheme="minorHAnsi" w:hAnsiTheme="minorHAnsi" w:cs="Tahoma"/>
          <w:b/>
          <w:sz w:val="22"/>
          <w:szCs w:val="22"/>
        </w:rPr>
        <w:t>MODULO ISCRIZIONE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ALUNNI CON DISABILITA’ </w:t>
      </w:r>
    </w:p>
    <w:p w14:paraId="69B366AD" w14:textId="4FCC9E2C" w:rsidR="005A3220" w:rsidRPr="0029605B" w:rsidRDefault="005A3220" w:rsidP="005A322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29605B">
        <w:rPr>
          <w:rFonts w:asciiTheme="minorHAnsi" w:hAnsiTheme="minorHAnsi" w:cs="Tahoma"/>
          <w:sz w:val="22"/>
          <w:szCs w:val="22"/>
        </w:rPr>
        <w:t>Scuole Secondarie di</w:t>
      </w:r>
      <w:r w:rsidR="00BF05E7">
        <w:rPr>
          <w:rFonts w:asciiTheme="minorHAnsi" w:hAnsiTheme="minorHAnsi" w:cs="Tahoma"/>
          <w:b/>
          <w:sz w:val="22"/>
          <w:szCs w:val="22"/>
        </w:rPr>
        <w:t xml:space="preserve"> I</w:t>
      </w:r>
      <w:r w:rsidRPr="0029605B">
        <w:rPr>
          <w:rFonts w:asciiTheme="minorHAnsi" w:hAnsiTheme="minorHAnsi" w:cs="Tahoma"/>
          <w:b/>
          <w:sz w:val="22"/>
          <w:szCs w:val="22"/>
        </w:rPr>
        <w:t xml:space="preserve"> Grado</w:t>
      </w:r>
    </w:p>
    <w:p w14:paraId="2276E9F8" w14:textId="2D772630" w:rsidR="005A3220" w:rsidRPr="00134A7F" w:rsidRDefault="005A3220" w:rsidP="005A322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sz w:val="22"/>
          <w:szCs w:val="22"/>
        </w:rPr>
      </w:pPr>
      <w:r w:rsidRPr="00134A7F">
        <w:rPr>
          <w:rFonts w:asciiTheme="minorHAnsi" w:hAnsiTheme="minorHAnsi" w:cs="Tahoma"/>
          <w:sz w:val="22"/>
          <w:szCs w:val="22"/>
        </w:rPr>
        <w:t>Campionati S</w:t>
      </w:r>
      <w:r>
        <w:rPr>
          <w:rFonts w:asciiTheme="minorHAnsi" w:hAnsiTheme="minorHAnsi" w:cs="Tahoma"/>
          <w:sz w:val="22"/>
          <w:szCs w:val="22"/>
        </w:rPr>
        <w:t>tudenteschi Atletica Leggera P</w:t>
      </w:r>
      <w:r w:rsidRPr="00134A7F">
        <w:rPr>
          <w:rFonts w:asciiTheme="minorHAnsi" w:hAnsiTheme="minorHAnsi" w:cs="Tahoma"/>
          <w:sz w:val="22"/>
          <w:szCs w:val="22"/>
        </w:rPr>
        <w:t>ista-</w:t>
      </w:r>
      <w:r w:rsidRPr="0029605B">
        <w:rPr>
          <w:rFonts w:asciiTheme="minorHAnsi" w:hAnsiTheme="minorHAnsi" w:cs="Tahoma"/>
          <w:b/>
          <w:sz w:val="22"/>
          <w:szCs w:val="22"/>
        </w:rPr>
        <w:t xml:space="preserve">Pesaro </w:t>
      </w:r>
      <w:r w:rsidR="00BF05E7">
        <w:rPr>
          <w:rFonts w:asciiTheme="minorHAnsi" w:hAnsiTheme="minorHAnsi" w:cs="Tahoma"/>
          <w:b/>
          <w:sz w:val="22"/>
          <w:szCs w:val="22"/>
        </w:rPr>
        <w:t>8 maggio</w:t>
      </w:r>
      <w:r w:rsidRPr="0029605B">
        <w:rPr>
          <w:rFonts w:asciiTheme="minorHAnsi" w:hAnsiTheme="minorHAnsi" w:cs="Tahoma"/>
          <w:b/>
          <w:sz w:val="22"/>
          <w:szCs w:val="22"/>
        </w:rPr>
        <w:t xml:space="preserve"> 2019</w:t>
      </w:r>
    </w:p>
    <w:p w14:paraId="46FA90E1" w14:textId="4BE3F39F" w:rsidR="005A3220" w:rsidRPr="009A6313" w:rsidRDefault="005A3220" w:rsidP="005A322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943CE5">
        <w:rPr>
          <w:rFonts w:asciiTheme="minorHAnsi" w:hAnsiTheme="minorHAnsi" w:cs="Tahoma"/>
          <w:b/>
          <w:sz w:val="22"/>
          <w:szCs w:val="22"/>
        </w:rPr>
        <w:t>Da inviare a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hyperlink r:id="rId9" w:history="1">
        <w:r w:rsidRPr="003020A0">
          <w:rPr>
            <w:rStyle w:val="Collegamentoipertestuale"/>
            <w:rFonts w:ascii="Calibri" w:hAnsi="Calibri"/>
            <w:b/>
            <w:sz w:val="22"/>
            <w:szCs w:val="22"/>
          </w:rPr>
          <w:t>ufficioefs.ps@istruzione.it</w:t>
        </w:r>
      </w:hyperlink>
      <w:r w:rsidRPr="005A3220">
        <w:rPr>
          <w:rStyle w:val="Collegamentoipertestuale"/>
          <w:rFonts w:ascii="Calibri" w:hAnsi="Calibri"/>
          <w:sz w:val="22"/>
          <w:szCs w:val="22"/>
          <w:u w:val="none"/>
        </w:rPr>
        <w:t xml:space="preserve"> </w:t>
      </w:r>
      <w:r w:rsidRPr="005A3220">
        <w:rPr>
          <w:rFonts w:asciiTheme="minorHAnsi" w:hAnsiTheme="minorHAnsi" w:cs="Tahoma"/>
          <w:sz w:val="22"/>
          <w:szCs w:val="22"/>
        </w:rPr>
        <w:t xml:space="preserve"> </w:t>
      </w:r>
      <w:r w:rsidRPr="00635879">
        <w:rPr>
          <w:rFonts w:ascii="Calibri" w:hAnsi="Calibri"/>
          <w:sz w:val="22"/>
          <w:szCs w:val="22"/>
        </w:rPr>
        <w:t xml:space="preserve">entro e non oltre il </w:t>
      </w:r>
      <w:r>
        <w:rPr>
          <w:rFonts w:ascii="Calibri" w:hAnsi="Calibri"/>
          <w:sz w:val="22"/>
          <w:szCs w:val="22"/>
        </w:rPr>
        <w:t>giorno</w:t>
      </w:r>
      <w:r>
        <w:rPr>
          <w:rFonts w:ascii="Calibri" w:hAnsi="Calibri"/>
          <w:b/>
          <w:sz w:val="22"/>
          <w:szCs w:val="22"/>
        </w:rPr>
        <w:t xml:space="preserve"> </w:t>
      </w:r>
      <w:r w:rsidR="00AA1851">
        <w:rPr>
          <w:rFonts w:ascii="Calibri" w:hAnsi="Calibri"/>
          <w:b/>
          <w:sz w:val="22"/>
          <w:szCs w:val="22"/>
        </w:rPr>
        <w:t xml:space="preserve"> </w:t>
      </w:r>
      <w:r w:rsidR="009A6313">
        <w:rPr>
          <w:rFonts w:ascii="Calibri" w:hAnsi="Calibri"/>
          <w:b/>
          <w:sz w:val="22"/>
          <w:szCs w:val="22"/>
        </w:rPr>
        <w:t xml:space="preserve">28 </w:t>
      </w:r>
      <w:r w:rsidRPr="009A6313">
        <w:rPr>
          <w:rFonts w:ascii="Calibri" w:hAnsi="Calibri"/>
          <w:b/>
          <w:sz w:val="22"/>
          <w:szCs w:val="22"/>
        </w:rPr>
        <w:t>aprile 2019</w:t>
      </w:r>
    </w:p>
    <w:p w14:paraId="35DD162B" w14:textId="77777777" w:rsidR="005A3220" w:rsidRPr="00A530BD" w:rsidRDefault="005A3220" w:rsidP="005A3220">
      <w:pPr>
        <w:ind w:left="2124" w:hanging="1644"/>
        <w:rPr>
          <w:rFonts w:ascii="Calibri" w:hAnsi="Calibri"/>
          <w:b/>
          <w:szCs w:val="24"/>
        </w:rPr>
      </w:pPr>
      <w:r w:rsidRPr="00A530BD">
        <w:rPr>
          <w:rFonts w:ascii="Calibri" w:hAnsi="Calibri"/>
          <w:b/>
          <w:szCs w:val="24"/>
        </w:rPr>
        <w:t xml:space="preserve">   </w:t>
      </w:r>
    </w:p>
    <w:p w14:paraId="19E4781A" w14:textId="35C37E44" w:rsidR="005A3220" w:rsidRPr="0029605B" w:rsidRDefault="005A3220" w:rsidP="005A3220">
      <w:pPr>
        <w:ind w:left="2124" w:hanging="1644"/>
        <w:rPr>
          <w:rFonts w:ascii="Calibri" w:hAnsi="Calibri"/>
          <w:b/>
          <w:sz w:val="22"/>
          <w:szCs w:val="22"/>
        </w:rPr>
      </w:pPr>
      <w:r w:rsidRPr="00635879">
        <w:rPr>
          <w:rFonts w:ascii="Calibri" w:hAnsi="Calibri"/>
          <w:b/>
          <w:sz w:val="22"/>
          <w:szCs w:val="22"/>
        </w:rPr>
        <w:t>Istituto partec</w:t>
      </w:r>
      <w:r>
        <w:rPr>
          <w:rFonts w:ascii="Calibri" w:hAnsi="Calibri"/>
          <w:b/>
          <w:sz w:val="22"/>
          <w:szCs w:val="22"/>
        </w:rPr>
        <w:t>ipante____________________________________________________________</w:t>
      </w:r>
    </w:p>
    <w:tbl>
      <w:tblPr>
        <w:tblpPr w:leftFromText="141" w:rightFromText="141" w:vertAnchor="text" w:horzAnchor="page" w:tblpX="6675" w:tblpY="116"/>
        <w:tblW w:w="44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4"/>
        <w:gridCol w:w="557"/>
        <w:gridCol w:w="613"/>
        <w:gridCol w:w="562"/>
        <w:gridCol w:w="562"/>
        <w:gridCol w:w="494"/>
        <w:gridCol w:w="452"/>
      </w:tblGrid>
      <w:tr w:rsidR="005A3220" w:rsidRPr="00635879" w14:paraId="7E0C2D33" w14:textId="77777777" w:rsidTr="005A3220">
        <w:trPr>
          <w:trHeight w:val="270"/>
        </w:trPr>
        <w:tc>
          <w:tcPr>
            <w:tcW w:w="12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04539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9C5B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DIR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4A9E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C 21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571A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HFD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7A21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HFC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1D3B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HS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20B9" w14:textId="77777777" w:rsidR="005A3220" w:rsidRPr="00635879" w:rsidRDefault="005A3220" w:rsidP="00DD0FB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NV</w:t>
            </w:r>
          </w:p>
        </w:tc>
      </w:tr>
      <w:tr w:rsidR="005A3220" w:rsidRPr="00635879" w14:paraId="3739B4D6" w14:textId="77777777" w:rsidTr="005A3220">
        <w:trPr>
          <w:trHeight w:val="254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EF1F" w14:textId="77777777" w:rsidR="005A3220" w:rsidRPr="00635879" w:rsidRDefault="005A3220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N° Maschi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839D4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2B04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30B6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A47D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1850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AB26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A3220" w:rsidRPr="00635879" w14:paraId="5C110F9F" w14:textId="77777777" w:rsidTr="005A3220">
        <w:trPr>
          <w:trHeight w:val="270"/>
        </w:trPr>
        <w:tc>
          <w:tcPr>
            <w:tcW w:w="1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3C1A" w14:textId="77777777" w:rsidR="005A3220" w:rsidRPr="00635879" w:rsidRDefault="005A3220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635879">
              <w:rPr>
                <w:rFonts w:ascii="Calibri" w:hAnsi="Calibri"/>
                <w:b/>
                <w:sz w:val="22"/>
                <w:szCs w:val="22"/>
              </w:rPr>
              <w:t>N°Femmine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D7A6C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7E4B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BCCB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7E68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A46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B5A3" w14:textId="77777777" w:rsidR="005A3220" w:rsidRPr="00635879" w:rsidRDefault="005A3220" w:rsidP="00DD0FBC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E6F8270" w14:textId="77777777" w:rsidR="005A3220" w:rsidRPr="00635879" w:rsidRDefault="005A3220" w:rsidP="005A3220">
      <w:pPr>
        <w:rPr>
          <w:rFonts w:ascii="Calibri" w:hAnsi="Calibri"/>
          <w:b/>
          <w:sz w:val="22"/>
          <w:szCs w:val="22"/>
        </w:rPr>
      </w:pPr>
    </w:p>
    <w:p w14:paraId="06EBC05B" w14:textId="77777777" w:rsidR="005A3220" w:rsidRPr="00635879" w:rsidRDefault="005A3220" w:rsidP="005A3220">
      <w:pPr>
        <w:rPr>
          <w:rFonts w:ascii="Calibri" w:hAnsi="Calibri"/>
          <w:b/>
          <w:i/>
          <w:sz w:val="22"/>
          <w:szCs w:val="22"/>
        </w:rPr>
      </w:pPr>
    </w:p>
    <w:p w14:paraId="6CC1572B" w14:textId="4CDF8378" w:rsidR="005A3220" w:rsidRDefault="0029605B" w:rsidP="005A3220">
      <w:pPr>
        <w:rPr>
          <w:b/>
          <w:i/>
          <w:sz w:val="36"/>
          <w:szCs w:val="36"/>
        </w:rPr>
      </w:pPr>
      <w:r w:rsidRPr="0029605B">
        <w:rPr>
          <w:b/>
          <w:i/>
          <w:sz w:val="36"/>
          <w:szCs w:val="36"/>
        </w:rPr>
        <w:t>Individuali</w:t>
      </w:r>
    </w:p>
    <w:p w14:paraId="27CFD138" w14:textId="77777777" w:rsidR="0029605B" w:rsidRPr="00635879" w:rsidRDefault="0029605B" w:rsidP="005A3220">
      <w:pPr>
        <w:rPr>
          <w:rFonts w:ascii="Calibri" w:hAnsi="Calibri"/>
          <w:sz w:val="22"/>
          <w:szCs w:val="22"/>
        </w:rPr>
      </w:pP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6"/>
        <w:gridCol w:w="851"/>
        <w:gridCol w:w="1134"/>
        <w:gridCol w:w="709"/>
        <w:gridCol w:w="850"/>
        <w:gridCol w:w="782"/>
        <w:gridCol w:w="709"/>
      </w:tblGrid>
      <w:tr w:rsidR="00BF05E7" w:rsidRPr="00635879" w14:paraId="72557926" w14:textId="77777777" w:rsidTr="00BF05E7">
        <w:trPr>
          <w:trHeight w:val="326"/>
          <w:jc w:val="center"/>
        </w:trPr>
        <w:tc>
          <w:tcPr>
            <w:tcW w:w="3976" w:type="dxa"/>
            <w:shd w:val="clear" w:color="auto" w:fill="auto"/>
            <w:noWrap/>
            <w:vAlign w:val="center"/>
          </w:tcPr>
          <w:p w14:paraId="5039FD3D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132694F" w14:textId="77777777" w:rsidR="00BF05E7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BB4E74C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Data di</w:t>
            </w:r>
          </w:p>
          <w:p w14:paraId="461A3C28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134" w:type="dxa"/>
            <w:vAlign w:val="center"/>
          </w:tcPr>
          <w:p w14:paraId="0839EB11" w14:textId="77777777" w:rsidR="00BF05E7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75EFF69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Categoria</w:t>
            </w:r>
          </w:p>
          <w:p w14:paraId="4112DBA1" w14:textId="15BA2FB8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disabil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ità</w:t>
            </w:r>
          </w:p>
        </w:tc>
        <w:tc>
          <w:tcPr>
            <w:tcW w:w="709" w:type="dxa"/>
            <w:vAlign w:val="center"/>
          </w:tcPr>
          <w:p w14:paraId="0B8097DE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F4ED419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F11B0A" w14:textId="77777777" w:rsidR="00BF05E7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0D93021" w14:textId="77777777" w:rsidR="00BF05E7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E2BA29D" w14:textId="38BA1B0A" w:rsidR="00BF05E7" w:rsidRPr="00635879" w:rsidRDefault="00BF05E7" w:rsidP="0029605B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80 mt.</w:t>
            </w:r>
          </w:p>
          <w:p w14:paraId="1B0A5194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14:paraId="7E5D06E6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4CC1DC2" w14:textId="551A1C6D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Vortex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9E7F49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7A7BF9FD" w14:textId="77777777" w:rsidR="00BF05E7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C85C4E6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bCs/>
                <w:sz w:val="22"/>
                <w:szCs w:val="22"/>
              </w:rPr>
              <w:t>Lungo</w:t>
            </w:r>
          </w:p>
          <w:p w14:paraId="22DF79EF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BF05E7" w:rsidRPr="00635879" w14:paraId="53C7EC0F" w14:textId="77777777" w:rsidTr="00BF05E7">
        <w:trPr>
          <w:trHeight w:val="326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541590E7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A64CF8C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C8A2D2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6A1B477A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391F075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2" w:type="dxa"/>
          </w:tcPr>
          <w:p w14:paraId="4F37AE53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6277BDF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F05E7" w:rsidRPr="00635879" w14:paraId="296E6E3C" w14:textId="77777777" w:rsidTr="00BF05E7">
        <w:trPr>
          <w:trHeight w:val="326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37B7D151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1E5F069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979B4D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732D9F8D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84EE879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2" w:type="dxa"/>
          </w:tcPr>
          <w:p w14:paraId="14632E92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BFE64D1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F05E7" w:rsidRPr="00635879" w14:paraId="4EC88298" w14:textId="77777777" w:rsidTr="00BF05E7">
        <w:trPr>
          <w:trHeight w:val="326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0C87B224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CC9C759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</w:tcPr>
          <w:p w14:paraId="146D9D5F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4C3B056D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F4BFE1E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82" w:type="dxa"/>
          </w:tcPr>
          <w:p w14:paraId="39130781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A13A5B3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BF05E7" w:rsidRPr="00635879" w14:paraId="0573FD0D" w14:textId="77777777" w:rsidTr="00BF05E7">
        <w:trPr>
          <w:trHeight w:val="326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7D46CE64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068D5FB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</w:tcPr>
          <w:p w14:paraId="37B2287F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48C86B79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BCFEAE8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82" w:type="dxa"/>
          </w:tcPr>
          <w:p w14:paraId="5F673D2E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6A2FA96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BF05E7" w:rsidRPr="00635879" w14:paraId="1253D9CE" w14:textId="77777777" w:rsidTr="00BF05E7">
        <w:trPr>
          <w:trHeight w:val="326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4DBF83CF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7307CDB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</w:tcPr>
          <w:p w14:paraId="788440C6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04B5DC40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FCF4184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82" w:type="dxa"/>
          </w:tcPr>
          <w:p w14:paraId="7635BA6E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63DF7B0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BF05E7" w:rsidRPr="00635879" w14:paraId="748B98C9" w14:textId="77777777" w:rsidTr="00BF05E7">
        <w:trPr>
          <w:trHeight w:val="345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35D77686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5EABF7C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1134" w:type="dxa"/>
          </w:tcPr>
          <w:p w14:paraId="308C5953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34B9EEB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71C6813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  <w:tc>
          <w:tcPr>
            <w:tcW w:w="782" w:type="dxa"/>
          </w:tcPr>
          <w:p w14:paraId="762876C5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9614B1F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35879">
              <w:rPr>
                <w:rFonts w:ascii="Calibri" w:hAnsi="Calibri"/>
                <w:b/>
                <w:sz w:val="22"/>
                <w:szCs w:val="22"/>
              </w:rPr>
              <w:t> </w:t>
            </w:r>
          </w:p>
        </w:tc>
      </w:tr>
      <w:tr w:rsidR="00BF05E7" w:rsidRPr="00635879" w14:paraId="7241CB31" w14:textId="77777777" w:rsidTr="00BF05E7">
        <w:trPr>
          <w:trHeight w:val="345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1889ACB3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4B3008D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530000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3E33EAD9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8C5616B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2" w:type="dxa"/>
          </w:tcPr>
          <w:p w14:paraId="744DA10F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128B8AE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F05E7" w:rsidRPr="00635879" w14:paraId="484232EF" w14:textId="77777777" w:rsidTr="00BF05E7">
        <w:trPr>
          <w:trHeight w:val="345"/>
          <w:jc w:val="center"/>
        </w:trPr>
        <w:tc>
          <w:tcPr>
            <w:tcW w:w="3976" w:type="dxa"/>
            <w:shd w:val="clear" w:color="auto" w:fill="auto"/>
            <w:noWrap/>
            <w:vAlign w:val="bottom"/>
          </w:tcPr>
          <w:p w14:paraId="289B4156" w14:textId="77777777" w:rsidR="00BF05E7" w:rsidRPr="00635879" w:rsidRDefault="00BF05E7" w:rsidP="00DD0FB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72641E1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BA3313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F462DAE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2533484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82" w:type="dxa"/>
          </w:tcPr>
          <w:p w14:paraId="257D7269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89ADDF7" w14:textId="77777777" w:rsidR="00BF05E7" w:rsidRPr="00635879" w:rsidRDefault="00BF05E7" w:rsidP="00DD0FB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3C6D85C" w14:textId="4F3274A3" w:rsidR="0029605B" w:rsidRDefault="0029605B" w:rsidP="0029605B">
      <w:pPr>
        <w:rPr>
          <w:b/>
          <w:sz w:val="20"/>
        </w:rPr>
      </w:pPr>
      <w:r w:rsidRPr="0029605B">
        <w:rPr>
          <w:b/>
          <w:sz w:val="20"/>
        </w:rPr>
        <w:t>Contrassegnare con una X le gare alle</w:t>
      </w:r>
      <w:r w:rsidR="0092516C">
        <w:rPr>
          <w:b/>
          <w:sz w:val="20"/>
        </w:rPr>
        <w:t xml:space="preserve"> quali iscrivere gli alunni. E’ </w:t>
      </w:r>
      <w:r w:rsidRPr="0029605B">
        <w:rPr>
          <w:b/>
          <w:sz w:val="20"/>
        </w:rPr>
        <w:t>possibile iscrivere solo una gara per alunno più la staffetta.</w:t>
      </w:r>
    </w:p>
    <w:p w14:paraId="06C5AEA0" w14:textId="77777777" w:rsidR="0029605B" w:rsidRPr="0029605B" w:rsidRDefault="0029605B" w:rsidP="0029605B">
      <w:pPr>
        <w:rPr>
          <w:b/>
          <w:sz w:val="20"/>
        </w:rPr>
      </w:pPr>
    </w:p>
    <w:p w14:paraId="7A1CE775" w14:textId="7E66E802" w:rsidR="005A3220" w:rsidRDefault="0029605B" w:rsidP="0029605B">
      <w:pPr>
        <w:rPr>
          <w:b/>
          <w:i/>
          <w:sz w:val="36"/>
          <w:szCs w:val="36"/>
        </w:rPr>
      </w:pPr>
      <w:r w:rsidRPr="0029605B">
        <w:rPr>
          <w:b/>
          <w:i/>
          <w:sz w:val="36"/>
          <w:szCs w:val="36"/>
        </w:rPr>
        <w:t>Staffetta 4 x 100 mt</w:t>
      </w:r>
    </w:p>
    <w:p w14:paraId="6A9A1500" w14:textId="77777777" w:rsidR="0029605B" w:rsidRDefault="0029605B" w:rsidP="0029605B">
      <w:pPr>
        <w:rPr>
          <w:rFonts w:ascii="Calibri" w:hAnsi="Calibri"/>
          <w:bCs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5"/>
        <w:gridCol w:w="2922"/>
        <w:gridCol w:w="2341"/>
        <w:gridCol w:w="2341"/>
      </w:tblGrid>
      <w:tr w:rsidR="0029605B" w:rsidRPr="0029605B" w14:paraId="41123868" w14:textId="77777777" w:rsidTr="00E72ADF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4C12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  <w:r w:rsidRPr="0029605B">
              <w:rPr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2095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  <w:r w:rsidRPr="0029605B">
              <w:rPr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4F05C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  <w:r w:rsidRPr="0029605B">
              <w:rPr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5D968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  <w:r w:rsidRPr="0029605B">
              <w:rPr>
                <w:b/>
                <w:bCs/>
                <w:sz w:val="22"/>
                <w:szCs w:val="22"/>
              </w:rPr>
              <w:t>Categoria di disabilità*</w:t>
            </w:r>
          </w:p>
        </w:tc>
      </w:tr>
      <w:tr w:rsidR="0029605B" w:rsidRPr="0029605B" w14:paraId="6F9FB1EA" w14:textId="77777777" w:rsidTr="00E72ADF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CE83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648A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AB9A8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C5D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</w:tr>
      <w:tr w:rsidR="0029605B" w:rsidRPr="0029605B" w14:paraId="1E64FDF1" w14:textId="77777777" w:rsidTr="00E72ADF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95ECF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0E55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D9244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2E2B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</w:tr>
      <w:tr w:rsidR="0029605B" w:rsidRPr="0029605B" w14:paraId="57618E97" w14:textId="77777777" w:rsidTr="00E72ADF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C39F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5FA9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  <w:r w:rsidRPr="0029605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9B95F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6FC4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</w:tr>
      <w:tr w:rsidR="0029605B" w:rsidRPr="0029605B" w14:paraId="7D919201" w14:textId="77777777" w:rsidTr="00E72ADF">
        <w:trPr>
          <w:trHeight w:val="326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80F45" w14:textId="77777777" w:rsidR="0029605B" w:rsidRPr="0029605B" w:rsidRDefault="0029605B" w:rsidP="0029605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EB0CB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  <w:r w:rsidRPr="0029605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136B6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AB3A" w14:textId="77777777" w:rsidR="0029605B" w:rsidRPr="0029605B" w:rsidRDefault="0029605B" w:rsidP="0029605B">
            <w:pPr>
              <w:rPr>
                <w:b/>
                <w:sz w:val="22"/>
                <w:szCs w:val="22"/>
              </w:rPr>
            </w:pPr>
          </w:p>
        </w:tc>
      </w:tr>
    </w:tbl>
    <w:p w14:paraId="3424A207" w14:textId="77777777" w:rsidR="0029605B" w:rsidRDefault="0029605B" w:rsidP="005A3220">
      <w:pPr>
        <w:pStyle w:val="Corpotesto"/>
        <w:spacing w:after="0"/>
        <w:rPr>
          <w:rFonts w:ascii="Calibri" w:hAnsi="Calibri"/>
          <w:bCs/>
          <w:sz w:val="18"/>
          <w:szCs w:val="18"/>
        </w:rPr>
      </w:pPr>
    </w:p>
    <w:p w14:paraId="75CB87E8" w14:textId="77777777" w:rsidR="005A3220" w:rsidRPr="00A530BD" w:rsidRDefault="005A3220" w:rsidP="005A3220">
      <w:pPr>
        <w:pStyle w:val="Corpotesto"/>
        <w:spacing w:after="0"/>
        <w:rPr>
          <w:rFonts w:ascii="Calibri" w:hAnsi="Calibri"/>
          <w:bCs/>
          <w:sz w:val="18"/>
          <w:szCs w:val="18"/>
        </w:rPr>
      </w:pPr>
      <w:r w:rsidRPr="00A530BD">
        <w:rPr>
          <w:rFonts w:ascii="Calibri" w:hAnsi="Calibri"/>
          <w:bCs/>
          <w:sz w:val="18"/>
          <w:szCs w:val="18"/>
        </w:rPr>
        <w:t>Si dichiara che tutti gli alunni in elenco nel</w:t>
      </w:r>
      <w:smartTag w:uri="urn:schemas-microsoft-com:office:smarttags" w:element="PersonName">
        <w:r w:rsidRPr="00A530BD">
          <w:rPr>
            <w:rFonts w:ascii="Calibri" w:hAnsi="Calibri"/>
            <w:bCs/>
            <w:sz w:val="18"/>
            <w:szCs w:val="18"/>
          </w:rPr>
          <w:t>la</w:t>
        </w:r>
      </w:smartTag>
      <w:r w:rsidRPr="00A530BD">
        <w:rPr>
          <w:rFonts w:ascii="Calibri" w:hAnsi="Calibri"/>
          <w:bCs/>
          <w:sz w:val="18"/>
          <w:szCs w:val="18"/>
        </w:rPr>
        <w:t xml:space="preserve"> presente pagina sono iscritti e frequentanti, e sono stati sottoposti al controllo </w:t>
      </w:r>
    </w:p>
    <w:p w14:paraId="0769237F" w14:textId="080EA002" w:rsidR="005A3220" w:rsidRDefault="005A3220" w:rsidP="005A3220">
      <w:pPr>
        <w:pStyle w:val="Corpotesto"/>
        <w:spacing w:after="0"/>
        <w:rPr>
          <w:rFonts w:ascii="Calibri" w:hAnsi="Calibri"/>
          <w:sz w:val="18"/>
          <w:szCs w:val="18"/>
        </w:rPr>
      </w:pPr>
      <w:r w:rsidRPr="00A530BD">
        <w:rPr>
          <w:rFonts w:ascii="Calibri" w:hAnsi="Calibri"/>
          <w:bCs/>
          <w:sz w:val="18"/>
          <w:szCs w:val="18"/>
        </w:rPr>
        <w:t xml:space="preserve">sanitario per </w:t>
      </w:r>
      <w:smartTag w:uri="urn:schemas-microsoft-com:office:smarttags" w:element="PersonName">
        <w:r w:rsidRPr="00A530BD">
          <w:rPr>
            <w:rFonts w:ascii="Calibri" w:hAnsi="Calibri"/>
            <w:bCs/>
            <w:sz w:val="18"/>
            <w:szCs w:val="18"/>
          </w:rPr>
          <w:t>la</w:t>
        </w:r>
      </w:smartTag>
      <w:r w:rsidRPr="00A530BD">
        <w:rPr>
          <w:rFonts w:ascii="Calibri" w:hAnsi="Calibri"/>
          <w:bCs/>
          <w:sz w:val="18"/>
          <w:szCs w:val="18"/>
        </w:rPr>
        <w:t xml:space="preserve"> </w:t>
      </w:r>
      <w:r w:rsidR="0092516C">
        <w:rPr>
          <w:rFonts w:ascii="Calibri" w:hAnsi="Calibri"/>
          <w:sz w:val="18"/>
          <w:szCs w:val="18"/>
        </w:rPr>
        <w:t>pratica di attività sportive NON</w:t>
      </w:r>
      <w:r>
        <w:rPr>
          <w:rFonts w:ascii="Calibri" w:hAnsi="Calibri"/>
          <w:sz w:val="18"/>
          <w:szCs w:val="18"/>
        </w:rPr>
        <w:t xml:space="preserve"> </w:t>
      </w:r>
      <w:r w:rsidRPr="00A530BD">
        <w:rPr>
          <w:rFonts w:ascii="Calibri" w:hAnsi="Calibri"/>
          <w:sz w:val="18"/>
          <w:szCs w:val="18"/>
        </w:rPr>
        <w:t>agonistiche s</w:t>
      </w:r>
      <w:r w:rsidR="0029605B">
        <w:rPr>
          <w:rFonts w:ascii="Calibri" w:hAnsi="Calibri"/>
          <w:sz w:val="18"/>
          <w:szCs w:val="18"/>
        </w:rPr>
        <w:t xml:space="preserve">econdo la normativa vigente. </w:t>
      </w:r>
      <w:r>
        <w:rPr>
          <w:rFonts w:ascii="Calibri" w:hAnsi="Calibri"/>
          <w:sz w:val="18"/>
          <w:szCs w:val="18"/>
        </w:rPr>
        <w:t>Le relative certificazioni sono depositate agli atti della scuola.</w:t>
      </w:r>
    </w:p>
    <w:p w14:paraId="4E153645" w14:textId="77777777" w:rsidR="0029605B" w:rsidRDefault="0029605B" w:rsidP="005A3220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14:paraId="1ECFE3BD" w14:textId="77777777" w:rsidR="0029605B" w:rsidRDefault="005A3220" w:rsidP="005A3220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 w:rsidRPr="00232897">
        <w:rPr>
          <w:rFonts w:ascii="Calibri" w:hAnsi="Calibri"/>
          <w:b/>
          <w:sz w:val="18"/>
          <w:szCs w:val="18"/>
        </w:rPr>
        <w:t xml:space="preserve">Docente responsabile: </w:t>
      </w:r>
    </w:p>
    <w:p w14:paraId="1A4E46A3" w14:textId="77777777" w:rsidR="0029605B" w:rsidRDefault="0029605B" w:rsidP="005A3220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14:paraId="4DB1B005" w14:textId="7B02E2A4" w:rsidR="005A3220" w:rsidRDefault="005A3220" w:rsidP="005A3220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 w:rsidRPr="00232897">
        <w:rPr>
          <w:rFonts w:ascii="Calibri" w:hAnsi="Calibri"/>
          <w:b/>
          <w:sz w:val="18"/>
          <w:szCs w:val="18"/>
        </w:rPr>
        <w:t>Prof./Prof.ssa…………………………………………………………………………………………………………………………………</w:t>
      </w:r>
      <w:r w:rsidR="0029605B">
        <w:rPr>
          <w:rFonts w:ascii="Calibri" w:hAnsi="Calibri"/>
          <w:b/>
          <w:sz w:val="18"/>
          <w:szCs w:val="18"/>
        </w:rPr>
        <w:t>…</w:t>
      </w:r>
      <w:r w:rsidRPr="00232897">
        <w:rPr>
          <w:rFonts w:ascii="Calibri" w:hAnsi="Calibri"/>
          <w:b/>
          <w:sz w:val="18"/>
          <w:szCs w:val="18"/>
        </w:rPr>
        <w:t>Telefono</w:t>
      </w:r>
      <w:r w:rsidR="0029605B">
        <w:rPr>
          <w:rFonts w:ascii="Calibri" w:hAnsi="Calibri"/>
          <w:b/>
          <w:sz w:val="18"/>
          <w:szCs w:val="18"/>
        </w:rPr>
        <w:t>……………………………</w:t>
      </w:r>
    </w:p>
    <w:p w14:paraId="68B17413" w14:textId="77777777" w:rsidR="005A3220" w:rsidRDefault="005A3220" w:rsidP="005A3220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14:paraId="759E486A" w14:textId="3D4035BC" w:rsidR="005A3220" w:rsidRDefault="005A3220" w:rsidP="005A3220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Data……………………                                    </w:t>
      </w:r>
    </w:p>
    <w:p w14:paraId="55D3B897" w14:textId="2E3315D4" w:rsidR="005F7645" w:rsidRDefault="005A3220" w:rsidP="005A3220">
      <w:pPr>
        <w:overflowPunct/>
        <w:autoSpaceDE/>
        <w:autoSpaceDN/>
        <w:adjustRightInd/>
        <w:jc w:val="both"/>
        <w:textAlignment w:val="auto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>Firma del Dirigente Scolastico</w:t>
      </w:r>
      <w:r w:rsidR="005F7645">
        <w:rPr>
          <w:rFonts w:ascii="Calibri" w:hAnsi="Calibri"/>
          <w:b/>
          <w:sz w:val="18"/>
          <w:szCs w:val="18"/>
        </w:rPr>
        <w:tab/>
      </w:r>
      <w:r w:rsidR="005F7645">
        <w:rPr>
          <w:rFonts w:ascii="Calibri" w:hAnsi="Calibri"/>
          <w:b/>
          <w:sz w:val="18"/>
          <w:szCs w:val="18"/>
        </w:rPr>
        <w:tab/>
      </w:r>
      <w:r w:rsidR="005F7645">
        <w:rPr>
          <w:rFonts w:ascii="Calibri" w:hAnsi="Calibri"/>
          <w:b/>
          <w:sz w:val="18"/>
          <w:szCs w:val="18"/>
        </w:rPr>
        <w:tab/>
      </w:r>
      <w:r w:rsidR="005F7645">
        <w:rPr>
          <w:rFonts w:ascii="Calibri" w:hAnsi="Calibri"/>
          <w:b/>
          <w:sz w:val="18"/>
          <w:szCs w:val="18"/>
        </w:rPr>
        <w:tab/>
      </w:r>
      <w:r w:rsidR="005F7645">
        <w:rPr>
          <w:rFonts w:ascii="Calibri" w:hAnsi="Calibri"/>
          <w:b/>
          <w:sz w:val="18"/>
          <w:szCs w:val="18"/>
        </w:rPr>
        <w:tab/>
      </w:r>
    </w:p>
    <w:p w14:paraId="37DF39EB" w14:textId="77777777" w:rsidR="005F7645" w:rsidRDefault="005F7645" w:rsidP="005A3220">
      <w:pPr>
        <w:overflowPunct/>
        <w:autoSpaceDE/>
        <w:autoSpaceDN/>
        <w:adjustRightInd/>
        <w:jc w:val="both"/>
        <w:textAlignment w:val="auto"/>
        <w:rPr>
          <w:rFonts w:ascii="Calibri" w:hAnsi="Calibri"/>
          <w:b/>
          <w:sz w:val="18"/>
          <w:szCs w:val="18"/>
        </w:rPr>
      </w:pPr>
    </w:p>
    <w:p w14:paraId="6FD5CACB" w14:textId="053A825A" w:rsidR="006E5E8B" w:rsidRPr="00D7010A" w:rsidRDefault="005F7645" w:rsidP="005A3220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b/>
          <w:sz w:val="22"/>
          <w:szCs w:val="22"/>
        </w:rPr>
      </w:pP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>………………………………………………………………………</w:t>
      </w:r>
      <w:r w:rsidR="005A3220" w:rsidRPr="00232897">
        <w:rPr>
          <w:rFonts w:ascii="Calibri" w:hAnsi="Calibri"/>
          <w:b/>
          <w:i/>
          <w:sz w:val="16"/>
          <w:szCs w:val="16"/>
        </w:rPr>
        <w:tab/>
      </w:r>
      <w:r w:rsidR="005A3220" w:rsidRPr="00232897">
        <w:rPr>
          <w:rFonts w:ascii="Calibri" w:hAnsi="Calibri"/>
          <w:b/>
          <w:i/>
          <w:sz w:val="16"/>
          <w:szCs w:val="16"/>
        </w:rPr>
        <w:tab/>
      </w:r>
      <w:r w:rsidR="005A3220" w:rsidRPr="00A530BD">
        <w:rPr>
          <w:rFonts w:ascii="Calibri" w:hAnsi="Calibri"/>
          <w:i/>
          <w:sz w:val="16"/>
          <w:szCs w:val="16"/>
        </w:rPr>
        <w:t xml:space="preserve">                    </w:t>
      </w:r>
    </w:p>
    <w:sectPr w:rsidR="006E5E8B" w:rsidRPr="00D7010A" w:rsidSect="004F2D6D">
      <w:headerReference w:type="default" r:id="rId10"/>
      <w:footerReference w:type="default" r:id="rId11"/>
      <w:pgSz w:w="11907" w:h="16840"/>
      <w:pgMar w:top="1418" w:right="850" w:bottom="851" w:left="1418" w:header="0" w:footer="9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25326" w14:textId="77777777" w:rsidR="00D0529D" w:rsidRDefault="00D0529D">
      <w:r>
        <w:separator/>
      </w:r>
    </w:p>
  </w:endnote>
  <w:endnote w:type="continuationSeparator" w:id="0">
    <w:p w14:paraId="7383D43F" w14:textId="77777777" w:rsidR="00D0529D" w:rsidRDefault="00D0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3D228" w14:textId="50FAA7DD" w:rsidR="005A3220" w:rsidRDefault="005A3220" w:rsidP="005A3220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Arial"/>
        <w:color w:val="000000"/>
        <w:sz w:val="16"/>
        <w:szCs w:val="16"/>
      </w:rPr>
    </w:pPr>
    <w:r w:rsidRPr="0041081F">
      <w:rPr>
        <w:rFonts w:asciiTheme="minorHAnsi" w:hAnsiTheme="minorHAnsi" w:cs="Arial"/>
        <w:color w:val="000000"/>
        <w:sz w:val="16"/>
        <w:szCs w:val="16"/>
      </w:rPr>
      <w:t>2</w:t>
    </w:r>
    <w:r w:rsidR="00957E9A">
      <w:rPr>
        <w:rFonts w:asciiTheme="minorHAnsi" w:hAnsiTheme="minorHAnsi" w:cs="Arial"/>
        <w:sz w:val="16"/>
        <w:szCs w:val="16"/>
      </w:rPr>
      <w:t>01904020731</w:t>
    </w:r>
    <w:r>
      <w:rPr>
        <w:rFonts w:asciiTheme="minorHAnsi" w:hAnsiTheme="minorHAnsi" w:cs="Arial"/>
        <w:sz w:val="16"/>
        <w:szCs w:val="16"/>
      </w:rPr>
      <w:t>_</w:t>
    </w:r>
    <w:r w:rsidRPr="0041081F">
      <w:rPr>
        <w:rFonts w:asciiTheme="minorHAnsi" w:hAnsiTheme="minorHAnsi" w:cs="Arial"/>
        <w:color w:val="000000"/>
        <w:sz w:val="16"/>
        <w:szCs w:val="16"/>
      </w:rPr>
      <w:t xml:space="preserve"> </w:t>
    </w:r>
    <w:proofErr w:type="spellStart"/>
    <w:r w:rsidRPr="0041081F">
      <w:rPr>
        <w:rFonts w:asciiTheme="minorHAnsi" w:hAnsiTheme="minorHAnsi" w:cs="Arial"/>
        <w:color w:val="000000"/>
        <w:sz w:val="16"/>
        <w:szCs w:val="16"/>
      </w:rPr>
      <w:t>Model</w:t>
    </w:r>
    <w:r w:rsidR="0092516C">
      <w:rPr>
        <w:rFonts w:asciiTheme="minorHAnsi" w:hAnsiTheme="minorHAnsi" w:cs="Arial"/>
        <w:color w:val="000000"/>
        <w:sz w:val="16"/>
        <w:szCs w:val="16"/>
      </w:rPr>
      <w:t>lo_Disabili</w:t>
    </w:r>
    <w:proofErr w:type="spellEnd"/>
    <w:r w:rsidR="0092516C">
      <w:rPr>
        <w:rFonts w:asciiTheme="minorHAnsi" w:hAnsiTheme="minorHAnsi" w:cs="Arial"/>
        <w:color w:val="000000"/>
        <w:sz w:val="16"/>
        <w:szCs w:val="16"/>
      </w:rPr>
      <w:t xml:space="preserve">_ ATLETICA </w:t>
    </w:r>
    <w:r w:rsidR="00735AE5">
      <w:rPr>
        <w:rFonts w:asciiTheme="minorHAnsi" w:hAnsiTheme="minorHAnsi" w:cs="Arial"/>
        <w:color w:val="000000"/>
        <w:sz w:val="16"/>
        <w:szCs w:val="16"/>
      </w:rPr>
      <w:t xml:space="preserve">LEGGERA </w:t>
    </w:r>
    <w:r w:rsidR="0092516C">
      <w:rPr>
        <w:rFonts w:asciiTheme="minorHAnsi" w:hAnsiTheme="minorHAnsi" w:cs="Arial"/>
        <w:color w:val="000000"/>
        <w:sz w:val="16"/>
        <w:szCs w:val="16"/>
      </w:rPr>
      <w:t xml:space="preserve">PISTA </w:t>
    </w:r>
    <w:r w:rsidR="00EF5F84">
      <w:rPr>
        <w:rFonts w:asciiTheme="minorHAnsi" w:hAnsiTheme="minorHAnsi" w:cs="Arial"/>
        <w:color w:val="000000"/>
        <w:sz w:val="16"/>
        <w:szCs w:val="16"/>
      </w:rPr>
      <w:t>Fase</w:t>
    </w:r>
    <w:r w:rsidRPr="0041081F">
      <w:rPr>
        <w:rFonts w:asciiTheme="minorHAnsi" w:hAnsiTheme="minorHAnsi" w:cs="Arial"/>
        <w:color w:val="000000"/>
        <w:sz w:val="16"/>
        <w:szCs w:val="16"/>
      </w:rPr>
      <w:t xml:space="preserve"> </w:t>
    </w:r>
    <w:r w:rsidR="00A94099">
      <w:rPr>
        <w:rFonts w:asciiTheme="minorHAnsi" w:hAnsiTheme="minorHAnsi" w:cs="Arial"/>
        <w:color w:val="000000"/>
        <w:sz w:val="16"/>
        <w:szCs w:val="16"/>
      </w:rPr>
      <w:t>provinciale 1</w:t>
    </w:r>
    <w:r w:rsidRPr="0041081F">
      <w:rPr>
        <w:rFonts w:asciiTheme="minorHAnsi" w:hAnsiTheme="minorHAnsi" w:cs="Arial"/>
        <w:color w:val="000000"/>
        <w:sz w:val="16"/>
        <w:szCs w:val="16"/>
      </w:rPr>
      <w:t xml:space="preserve">° grado_ </w:t>
    </w:r>
    <w:r>
      <w:rPr>
        <w:rFonts w:asciiTheme="minorHAnsi" w:hAnsiTheme="minorHAnsi" w:cs="Arial"/>
        <w:sz w:val="16"/>
        <w:szCs w:val="16"/>
      </w:rPr>
      <w:t xml:space="preserve">Pesaro </w:t>
    </w:r>
    <w:r w:rsidR="00A94099">
      <w:rPr>
        <w:rFonts w:asciiTheme="minorHAnsi" w:hAnsiTheme="minorHAnsi" w:cs="Arial"/>
        <w:sz w:val="16"/>
        <w:szCs w:val="16"/>
      </w:rPr>
      <w:t>8 maggio 2019</w:t>
    </w:r>
    <w:r>
      <w:rPr>
        <w:rFonts w:asciiTheme="minorHAnsi" w:hAnsiTheme="minorHAnsi" w:cs="Arial"/>
        <w:sz w:val="16"/>
        <w:szCs w:val="16"/>
      </w:rPr>
      <w:t xml:space="preserve"> </w:t>
    </w:r>
  </w:p>
  <w:p w14:paraId="509D2439" w14:textId="226DBB2F" w:rsidR="005A3220" w:rsidRPr="00C107D9" w:rsidRDefault="005A3220" w:rsidP="005A3220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8"/>
        <w:szCs w:val="18"/>
      </w:rPr>
    </w:pPr>
    <w:r w:rsidRPr="00C107D9">
      <w:rPr>
        <w:rFonts w:asciiTheme="minorHAnsi" w:hAnsiTheme="minorHAnsi" w:cs="Tahoma"/>
        <w:sz w:val="18"/>
        <w:szCs w:val="18"/>
      </w:rPr>
      <w:t>Referente att</w:t>
    </w:r>
    <w:r w:rsidR="0092516C">
      <w:rPr>
        <w:rFonts w:asciiTheme="minorHAnsi" w:hAnsiTheme="minorHAnsi" w:cs="Tahoma"/>
        <w:sz w:val="18"/>
        <w:szCs w:val="18"/>
      </w:rPr>
      <w:t xml:space="preserve">ività istruttoria: </w:t>
    </w:r>
    <w:r>
      <w:rPr>
        <w:rFonts w:asciiTheme="minorHAnsi" w:hAnsiTheme="minorHAnsi" w:cs="Tahoma"/>
        <w:sz w:val="18"/>
        <w:szCs w:val="18"/>
      </w:rPr>
      <w:t xml:space="preserve">Franca </w:t>
    </w:r>
    <w:proofErr w:type="spellStart"/>
    <w:r>
      <w:rPr>
        <w:rFonts w:asciiTheme="minorHAnsi" w:hAnsiTheme="minorHAnsi" w:cs="Tahoma"/>
        <w:sz w:val="18"/>
        <w:szCs w:val="18"/>
      </w:rPr>
      <w:t>Colasanti</w:t>
    </w:r>
    <w:proofErr w:type="spellEnd"/>
    <w:r w:rsidRPr="00C107D9">
      <w:rPr>
        <w:rFonts w:asciiTheme="minorHAnsi" w:hAnsiTheme="minorHAnsi" w:cs="Tahoma"/>
        <w:sz w:val="18"/>
        <w:szCs w:val="18"/>
      </w:rPr>
      <w:t xml:space="preserve">    Tel. 07</w:t>
    </w:r>
    <w:r>
      <w:rPr>
        <w:rFonts w:asciiTheme="minorHAnsi" w:hAnsiTheme="minorHAnsi" w:cs="Tahoma"/>
        <w:sz w:val="18"/>
        <w:szCs w:val="18"/>
      </w:rPr>
      <w:t>2</w:t>
    </w:r>
    <w:r w:rsidRPr="00C107D9">
      <w:rPr>
        <w:rFonts w:asciiTheme="minorHAnsi" w:hAnsiTheme="minorHAnsi" w:cs="Tahoma"/>
        <w:sz w:val="18"/>
        <w:szCs w:val="18"/>
      </w:rPr>
      <w:t xml:space="preserve">1 </w:t>
    </w:r>
    <w:r>
      <w:rPr>
        <w:rFonts w:asciiTheme="minorHAnsi" w:hAnsiTheme="minorHAnsi" w:cs="Tahoma"/>
        <w:sz w:val="18"/>
        <w:szCs w:val="18"/>
      </w:rPr>
      <w:t>405028</w:t>
    </w:r>
    <w:r w:rsidRPr="00C107D9">
      <w:rPr>
        <w:rFonts w:asciiTheme="minorHAnsi" w:hAnsiTheme="minorHAnsi" w:cs="Tahoma"/>
        <w:sz w:val="18"/>
        <w:szCs w:val="18"/>
      </w:rPr>
      <w:t xml:space="preserve">   </w:t>
    </w:r>
    <w:r>
      <w:rPr>
        <w:rFonts w:asciiTheme="minorHAnsi" w:hAnsiTheme="minorHAnsi" w:cs="Tahoma"/>
        <w:sz w:val="18"/>
        <w:szCs w:val="18"/>
      </w:rPr>
      <w:t xml:space="preserve">                 e-mail: ufficioefs.ps</w:t>
    </w:r>
    <w:r w:rsidRPr="00C107D9">
      <w:rPr>
        <w:rFonts w:asciiTheme="minorHAnsi" w:hAnsiTheme="minorHAnsi" w:cs="Tahoma"/>
        <w:sz w:val="18"/>
        <w:szCs w:val="18"/>
      </w:rPr>
      <w:t>@istruzione.it</w:t>
    </w:r>
  </w:p>
  <w:p w14:paraId="37836C69" w14:textId="77777777" w:rsidR="005A3220" w:rsidRPr="00C107D9" w:rsidRDefault="005A3220" w:rsidP="005A3220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/>
        <w:sz w:val="18"/>
        <w:szCs w:val="18"/>
      </w:rPr>
    </w:pPr>
    <w:r w:rsidRPr="00C107D9">
      <w:rPr>
        <w:rFonts w:asciiTheme="minorHAnsi" w:hAnsiTheme="minorHAnsi"/>
        <w:sz w:val="18"/>
        <w:szCs w:val="18"/>
      </w:rPr>
      <w:t>Referente del procedimento: M</w:t>
    </w:r>
    <w:r>
      <w:rPr>
        <w:rFonts w:asciiTheme="minorHAnsi" w:hAnsiTheme="minorHAnsi"/>
        <w:sz w:val="18"/>
        <w:szCs w:val="18"/>
      </w:rPr>
      <w:t>arco Petrini</w:t>
    </w:r>
    <w:r w:rsidRPr="00C107D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 xml:space="preserve">      </w:t>
    </w:r>
    <w:r w:rsidRPr="00C107D9">
      <w:rPr>
        <w:rFonts w:asciiTheme="minorHAnsi" w:hAnsiTheme="minorHAnsi"/>
        <w:sz w:val="18"/>
        <w:szCs w:val="18"/>
      </w:rPr>
      <w:t xml:space="preserve">Tel. 071 2295437 </w:t>
    </w:r>
    <w:r>
      <w:rPr>
        <w:rFonts w:asciiTheme="minorHAnsi" w:hAnsiTheme="minorHAnsi"/>
        <w:sz w:val="18"/>
        <w:szCs w:val="18"/>
      </w:rPr>
      <w:t xml:space="preserve">                   </w:t>
    </w:r>
    <w:r w:rsidRPr="00C107D9">
      <w:rPr>
        <w:rFonts w:asciiTheme="minorHAnsi" w:hAnsiTheme="minorHAnsi"/>
        <w:sz w:val="18"/>
        <w:szCs w:val="18"/>
      </w:rPr>
      <w:t xml:space="preserve">e-mail: </w:t>
    </w:r>
    <w:hyperlink r:id="rId1" w:history="1">
      <w:r w:rsidRPr="0034102E">
        <w:rPr>
          <w:rStyle w:val="Collegamentoipertestuale"/>
          <w:rFonts w:asciiTheme="minorHAnsi" w:hAnsiTheme="minorHAnsi"/>
          <w:sz w:val="18"/>
          <w:szCs w:val="18"/>
        </w:rPr>
        <w:t>marco.petrini@istruzione.it</w:t>
      </w:r>
    </w:hyperlink>
  </w:p>
  <w:p w14:paraId="6FD5CADA" w14:textId="77777777" w:rsidR="00EB0EE7" w:rsidRDefault="00EB0EE7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19  -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2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14:paraId="6FD5CADB" w14:textId="77777777" w:rsidR="00EB0EE7" w:rsidRDefault="00EB0EE7" w:rsidP="00CE0544">
    <w:pPr>
      <w:pStyle w:val="Pidipagina"/>
      <w:jc w:val="both"/>
      <w:rPr>
        <w:rStyle w:val="Collegamentoipertestuale"/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4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  <w:p w14:paraId="65E473C3" w14:textId="77777777" w:rsidR="005A3220" w:rsidRDefault="005A3220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09BC3" w14:textId="77777777" w:rsidR="00D0529D" w:rsidRDefault="00D0529D">
      <w:r>
        <w:separator/>
      </w:r>
    </w:p>
  </w:footnote>
  <w:footnote w:type="continuationSeparator" w:id="0">
    <w:p w14:paraId="512276D5" w14:textId="77777777" w:rsidR="00D0529D" w:rsidRDefault="00D05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5CAD1" w14:textId="77777777" w:rsidR="002E6CB5" w:rsidRPr="006E4A3F" w:rsidRDefault="002E6CB5" w:rsidP="003244A9">
    <w:pPr>
      <w:pStyle w:val="Intestazione"/>
      <w:spacing w:after="60"/>
      <w:rPr>
        <w:rFonts w:ascii="Palace Script MT" w:hAnsi="Palace Script MT"/>
        <w:w w:val="66"/>
        <w:sz w:val="16"/>
        <w:szCs w:val="16"/>
      </w:rPr>
    </w:pPr>
  </w:p>
  <w:p w14:paraId="6FD5CAD2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6FD5CADE" wp14:editId="6FD5CADF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D5CAD3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6FD5CAD4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6FD5CAD5" w14:textId="77777777" w:rsidR="00787314" w:rsidRPr="003244A9" w:rsidRDefault="002E6CB5" w:rsidP="003244A9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05EF8"/>
    <w:multiLevelType w:val="hybridMultilevel"/>
    <w:tmpl w:val="25D4B9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9406B4"/>
    <w:multiLevelType w:val="hybridMultilevel"/>
    <w:tmpl w:val="6D3C0560"/>
    <w:lvl w:ilvl="0" w:tplc="63E23804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92AE8"/>
    <w:multiLevelType w:val="hybridMultilevel"/>
    <w:tmpl w:val="92D4418E"/>
    <w:lvl w:ilvl="0" w:tplc="0410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62A5DAC"/>
    <w:multiLevelType w:val="multilevel"/>
    <w:tmpl w:val="BA5009E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nsid w:val="29B54279"/>
    <w:multiLevelType w:val="multilevel"/>
    <w:tmpl w:val="9A0EB73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>
    <w:nsid w:val="2AFA0350"/>
    <w:multiLevelType w:val="hybridMultilevel"/>
    <w:tmpl w:val="7BE6B5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F4928"/>
    <w:multiLevelType w:val="hybridMultilevel"/>
    <w:tmpl w:val="44F28638"/>
    <w:lvl w:ilvl="0" w:tplc="B12A395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1E1CB9"/>
    <w:multiLevelType w:val="hybridMultilevel"/>
    <w:tmpl w:val="575CD6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474BC"/>
    <w:multiLevelType w:val="hybridMultilevel"/>
    <w:tmpl w:val="271230A8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35596556"/>
    <w:multiLevelType w:val="hybridMultilevel"/>
    <w:tmpl w:val="5BB485E8"/>
    <w:lvl w:ilvl="0" w:tplc="455EAD5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86059"/>
    <w:multiLevelType w:val="hybridMultilevel"/>
    <w:tmpl w:val="A07A14F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B53FFB"/>
    <w:multiLevelType w:val="hybridMultilevel"/>
    <w:tmpl w:val="D03039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9723E6"/>
    <w:multiLevelType w:val="multilevel"/>
    <w:tmpl w:val="EFEE331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>
    <w:nsid w:val="412F6C45"/>
    <w:multiLevelType w:val="hybridMultilevel"/>
    <w:tmpl w:val="B9C8E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A3216"/>
    <w:multiLevelType w:val="hybridMultilevel"/>
    <w:tmpl w:val="5846FA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B15B7B"/>
    <w:multiLevelType w:val="hybridMultilevel"/>
    <w:tmpl w:val="7EF02DA4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532450DA"/>
    <w:multiLevelType w:val="hybridMultilevel"/>
    <w:tmpl w:val="6E6C93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B84B9A"/>
    <w:multiLevelType w:val="hybridMultilevel"/>
    <w:tmpl w:val="2FF40D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7F1D19"/>
    <w:multiLevelType w:val="hybridMultilevel"/>
    <w:tmpl w:val="D6EA7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6DE24C0C"/>
    <w:multiLevelType w:val="hybridMultilevel"/>
    <w:tmpl w:val="68DC33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DB61D4"/>
    <w:multiLevelType w:val="hybridMultilevel"/>
    <w:tmpl w:val="EBACAA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3E7DC2"/>
    <w:multiLevelType w:val="hybridMultilevel"/>
    <w:tmpl w:val="A574E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3"/>
  </w:num>
  <w:num w:numId="7">
    <w:abstractNumId w:val="25"/>
  </w:num>
  <w:num w:numId="8">
    <w:abstractNumId w:val="16"/>
  </w:num>
  <w:num w:numId="9">
    <w:abstractNumId w:val="8"/>
  </w:num>
  <w:num w:numId="10">
    <w:abstractNumId w:val="7"/>
  </w:num>
  <w:num w:numId="11">
    <w:abstractNumId w:val="12"/>
  </w:num>
  <w:num w:numId="12">
    <w:abstractNumId w:val="26"/>
  </w:num>
  <w:num w:numId="13">
    <w:abstractNumId w:val="21"/>
  </w:num>
  <w:num w:numId="14">
    <w:abstractNumId w:val="17"/>
  </w:num>
  <w:num w:numId="15">
    <w:abstractNumId w:val="20"/>
  </w:num>
  <w:num w:numId="16">
    <w:abstractNumId w:val="22"/>
  </w:num>
  <w:num w:numId="17">
    <w:abstractNumId w:val="14"/>
  </w:num>
  <w:num w:numId="18">
    <w:abstractNumId w:val="27"/>
  </w:num>
  <w:num w:numId="19">
    <w:abstractNumId w:val="13"/>
  </w:num>
  <w:num w:numId="20">
    <w:abstractNumId w:val="4"/>
  </w:num>
  <w:num w:numId="21">
    <w:abstractNumId w:val="9"/>
  </w:num>
  <w:num w:numId="22">
    <w:abstractNumId w:val="19"/>
  </w:num>
  <w:num w:numId="23">
    <w:abstractNumId w:val="3"/>
  </w:num>
  <w:num w:numId="24">
    <w:abstractNumId w:val="15"/>
  </w:num>
  <w:num w:numId="25">
    <w:abstractNumId w:val="10"/>
  </w:num>
  <w:num w:numId="26">
    <w:abstractNumId w:val="24"/>
  </w:num>
  <w:num w:numId="27">
    <w:abstractNumId w:val="11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0284C"/>
    <w:rsid w:val="00003930"/>
    <w:rsid w:val="00013122"/>
    <w:rsid w:val="0002396F"/>
    <w:rsid w:val="00027391"/>
    <w:rsid w:val="000305A1"/>
    <w:rsid w:val="00031108"/>
    <w:rsid w:val="000336A8"/>
    <w:rsid w:val="00052666"/>
    <w:rsid w:val="00062663"/>
    <w:rsid w:val="00065854"/>
    <w:rsid w:val="000734D8"/>
    <w:rsid w:val="0008118F"/>
    <w:rsid w:val="000872BC"/>
    <w:rsid w:val="00094CA7"/>
    <w:rsid w:val="000A28B3"/>
    <w:rsid w:val="000A4D1B"/>
    <w:rsid w:val="000A4E09"/>
    <w:rsid w:val="000A6309"/>
    <w:rsid w:val="000C6FA8"/>
    <w:rsid w:val="000D4048"/>
    <w:rsid w:val="000E1876"/>
    <w:rsid w:val="000E6923"/>
    <w:rsid w:val="000F18B2"/>
    <w:rsid w:val="001028A5"/>
    <w:rsid w:val="001067CE"/>
    <w:rsid w:val="0011034B"/>
    <w:rsid w:val="00115302"/>
    <w:rsid w:val="001169C1"/>
    <w:rsid w:val="001230F1"/>
    <w:rsid w:val="001321A3"/>
    <w:rsid w:val="001328E3"/>
    <w:rsid w:val="00134A7F"/>
    <w:rsid w:val="00136AAF"/>
    <w:rsid w:val="00140505"/>
    <w:rsid w:val="00140EC3"/>
    <w:rsid w:val="00142886"/>
    <w:rsid w:val="001446D9"/>
    <w:rsid w:val="00160F25"/>
    <w:rsid w:val="0016426D"/>
    <w:rsid w:val="001705F8"/>
    <w:rsid w:val="0017119C"/>
    <w:rsid w:val="001730C7"/>
    <w:rsid w:val="001919BD"/>
    <w:rsid w:val="00195202"/>
    <w:rsid w:val="001A53D4"/>
    <w:rsid w:val="001A5F59"/>
    <w:rsid w:val="001B2388"/>
    <w:rsid w:val="001B31D8"/>
    <w:rsid w:val="001B4265"/>
    <w:rsid w:val="001B5E73"/>
    <w:rsid w:val="001C4641"/>
    <w:rsid w:val="001C586C"/>
    <w:rsid w:val="001C58A5"/>
    <w:rsid w:val="001E1647"/>
    <w:rsid w:val="00203ECA"/>
    <w:rsid w:val="00211D07"/>
    <w:rsid w:val="00226453"/>
    <w:rsid w:val="002361FA"/>
    <w:rsid w:val="00236CE8"/>
    <w:rsid w:val="00243475"/>
    <w:rsid w:val="00243D68"/>
    <w:rsid w:val="00247B14"/>
    <w:rsid w:val="00251C91"/>
    <w:rsid w:val="00260575"/>
    <w:rsid w:val="00281D4C"/>
    <w:rsid w:val="00286A6E"/>
    <w:rsid w:val="00293CE5"/>
    <w:rsid w:val="00293F1A"/>
    <w:rsid w:val="00294E12"/>
    <w:rsid w:val="0029605B"/>
    <w:rsid w:val="00297DB7"/>
    <w:rsid w:val="002A2A80"/>
    <w:rsid w:val="002A4290"/>
    <w:rsid w:val="002B01B7"/>
    <w:rsid w:val="002B5F28"/>
    <w:rsid w:val="002C2747"/>
    <w:rsid w:val="002C3A25"/>
    <w:rsid w:val="002C5ECD"/>
    <w:rsid w:val="002D3DF5"/>
    <w:rsid w:val="002D66FA"/>
    <w:rsid w:val="002E1E4C"/>
    <w:rsid w:val="002E639B"/>
    <w:rsid w:val="002E6CB5"/>
    <w:rsid w:val="002F39BA"/>
    <w:rsid w:val="002F45C3"/>
    <w:rsid w:val="002F60CE"/>
    <w:rsid w:val="002F75C2"/>
    <w:rsid w:val="003063DD"/>
    <w:rsid w:val="00316AF2"/>
    <w:rsid w:val="00321136"/>
    <w:rsid w:val="003244A9"/>
    <w:rsid w:val="00325D26"/>
    <w:rsid w:val="00326968"/>
    <w:rsid w:val="00330D05"/>
    <w:rsid w:val="00340F90"/>
    <w:rsid w:val="00355DF7"/>
    <w:rsid w:val="00363382"/>
    <w:rsid w:val="0036366B"/>
    <w:rsid w:val="0038302E"/>
    <w:rsid w:val="00385BDF"/>
    <w:rsid w:val="003918AC"/>
    <w:rsid w:val="0039235A"/>
    <w:rsid w:val="00394C2D"/>
    <w:rsid w:val="00396DCD"/>
    <w:rsid w:val="003A2189"/>
    <w:rsid w:val="003B10D1"/>
    <w:rsid w:val="003B4C21"/>
    <w:rsid w:val="003B699C"/>
    <w:rsid w:val="003C4A5D"/>
    <w:rsid w:val="003C6398"/>
    <w:rsid w:val="003E128A"/>
    <w:rsid w:val="003E5EE2"/>
    <w:rsid w:val="003F0059"/>
    <w:rsid w:val="003F0EE0"/>
    <w:rsid w:val="003F5450"/>
    <w:rsid w:val="003F7EC1"/>
    <w:rsid w:val="0041081F"/>
    <w:rsid w:val="00412C31"/>
    <w:rsid w:val="00415B92"/>
    <w:rsid w:val="00424149"/>
    <w:rsid w:val="00427F65"/>
    <w:rsid w:val="004305C1"/>
    <w:rsid w:val="00433C0E"/>
    <w:rsid w:val="00444152"/>
    <w:rsid w:val="00447D69"/>
    <w:rsid w:val="00451041"/>
    <w:rsid w:val="00451B49"/>
    <w:rsid w:val="00453C1B"/>
    <w:rsid w:val="0047283F"/>
    <w:rsid w:val="004842CA"/>
    <w:rsid w:val="004A6251"/>
    <w:rsid w:val="004B4A43"/>
    <w:rsid w:val="004F2D6D"/>
    <w:rsid w:val="00500132"/>
    <w:rsid w:val="00502EF4"/>
    <w:rsid w:val="0050345F"/>
    <w:rsid w:val="00504C84"/>
    <w:rsid w:val="00512AA4"/>
    <w:rsid w:val="005173B6"/>
    <w:rsid w:val="00527FC3"/>
    <w:rsid w:val="00536E7C"/>
    <w:rsid w:val="00540654"/>
    <w:rsid w:val="005558BE"/>
    <w:rsid w:val="00565396"/>
    <w:rsid w:val="0056605C"/>
    <w:rsid w:val="00570ED7"/>
    <w:rsid w:val="00582537"/>
    <w:rsid w:val="005837A9"/>
    <w:rsid w:val="00586341"/>
    <w:rsid w:val="00593D05"/>
    <w:rsid w:val="00597F64"/>
    <w:rsid w:val="005A16AD"/>
    <w:rsid w:val="005A170D"/>
    <w:rsid w:val="005A21E0"/>
    <w:rsid w:val="005A3220"/>
    <w:rsid w:val="005B1070"/>
    <w:rsid w:val="005C15CF"/>
    <w:rsid w:val="005D0EF5"/>
    <w:rsid w:val="005D256F"/>
    <w:rsid w:val="005D336C"/>
    <w:rsid w:val="005E0DCE"/>
    <w:rsid w:val="005E199E"/>
    <w:rsid w:val="005E5D3E"/>
    <w:rsid w:val="005E6ACB"/>
    <w:rsid w:val="005E72F2"/>
    <w:rsid w:val="005F7645"/>
    <w:rsid w:val="00615A3F"/>
    <w:rsid w:val="0062214C"/>
    <w:rsid w:val="006352AB"/>
    <w:rsid w:val="006358E8"/>
    <w:rsid w:val="00636819"/>
    <w:rsid w:val="00643058"/>
    <w:rsid w:val="006503BD"/>
    <w:rsid w:val="0066114A"/>
    <w:rsid w:val="00686718"/>
    <w:rsid w:val="0069185A"/>
    <w:rsid w:val="006A2BB1"/>
    <w:rsid w:val="006B0AC1"/>
    <w:rsid w:val="006B34B4"/>
    <w:rsid w:val="006B4A54"/>
    <w:rsid w:val="006B5FA0"/>
    <w:rsid w:val="006C314F"/>
    <w:rsid w:val="006D43B8"/>
    <w:rsid w:val="006D7D14"/>
    <w:rsid w:val="006E4A3F"/>
    <w:rsid w:val="006E4B7E"/>
    <w:rsid w:val="006E5B4A"/>
    <w:rsid w:val="006E5E8B"/>
    <w:rsid w:val="006E7B53"/>
    <w:rsid w:val="00704D76"/>
    <w:rsid w:val="00711397"/>
    <w:rsid w:val="007173A7"/>
    <w:rsid w:val="00717931"/>
    <w:rsid w:val="007228EE"/>
    <w:rsid w:val="00725996"/>
    <w:rsid w:val="0072734B"/>
    <w:rsid w:val="00730FF0"/>
    <w:rsid w:val="00734663"/>
    <w:rsid w:val="00735AE5"/>
    <w:rsid w:val="00736EA6"/>
    <w:rsid w:val="0073795F"/>
    <w:rsid w:val="00750234"/>
    <w:rsid w:val="00773CDB"/>
    <w:rsid w:val="00777C59"/>
    <w:rsid w:val="007863FF"/>
    <w:rsid w:val="00786CFE"/>
    <w:rsid w:val="00787314"/>
    <w:rsid w:val="007A7544"/>
    <w:rsid w:val="007B3A49"/>
    <w:rsid w:val="007D1694"/>
    <w:rsid w:val="007D21A9"/>
    <w:rsid w:val="007E4897"/>
    <w:rsid w:val="007F4EE5"/>
    <w:rsid w:val="007F6B4A"/>
    <w:rsid w:val="00801574"/>
    <w:rsid w:val="00805F59"/>
    <w:rsid w:val="0080628A"/>
    <w:rsid w:val="00815C24"/>
    <w:rsid w:val="00816A41"/>
    <w:rsid w:val="00820087"/>
    <w:rsid w:val="0083067D"/>
    <w:rsid w:val="00831A5E"/>
    <w:rsid w:val="00834F58"/>
    <w:rsid w:val="00835A1B"/>
    <w:rsid w:val="008524F9"/>
    <w:rsid w:val="00853A85"/>
    <w:rsid w:val="00856D0E"/>
    <w:rsid w:val="008571E8"/>
    <w:rsid w:val="00861126"/>
    <w:rsid w:val="00867563"/>
    <w:rsid w:val="00867FB7"/>
    <w:rsid w:val="0089222D"/>
    <w:rsid w:val="008A3D06"/>
    <w:rsid w:val="008B4793"/>
    <w:rsid w:val="008C190B"/>
    <w:rsid w:val="008C5CA0"/>
    <w:rsid w:val="008C7A02"/>
    <w:rsid w:val="008D1075"/>
    <w:rsid w:val="008E34D8"/>
    <w:rsid w:val="008F180E"/>
    <w:rsid w:val="00900512"/>
    <w:rsid w:val="0091014A"/>
    <w:rsid w:val="00911C62"/>
    <w:rsid w:val="00914AB6"/>
    <w:rsid w:val="00915996"/>
    <w:rsid w:val="00920D49"/>
    <w:rsid w:val="00924615"/>
    <w:rsid w:val="0092516C"/>
    <w:rsid w:val="0093649D"/>
    <w:rsid w:val="00941DE5"/>
    <w:rsid w:val="009474DC"/>
    <w:rsid w:val="0095088A"/>
    <w:rsid w:val="00950C63"/>
    <w:rsid w:val="00952391"/>
    <w:rsid w:val="00957E9A"/>
    <w:rsid w:val="00960740"/>
    <w:rsid w:val="00962AF0"/>
    <w:rsid w:val="00962F77"/>
    <w:rsid w:val="00970A11"/>
    <w:rsid w:val="00974519"/>
    <w:rsid w:val="00974E22"/>
    <w:rsid w:val="009758DB"/>
    <w:rsid w:val="00976406"/>
    <w:rsid w:val="009860EA"/>
    <w:rsid w:val="0098790A"/>
    <w:rsid w:val="00990D6F"/>
    <w:rsid w:val="00995801"/>
    <w:rsid w:val="009A0AE7"/>
    <w:rsid w:val="009A270E"/>
    <w:rsid w:val="009A5CFE"/>
    <w:rsid w:val="009A6313"/>
    <w:rsid w:val="009A67A5"/>
    <w:rsid w:val="009B02C9"/>
    <w:rsid w:val="009C04AF"/>
    <w:rsid w:val="009C4538"/>
    <w:rsid w:val="009C6DB4"/>
    <w:rsid w:val="009E5C61"/>
    <w:rsid w:val="009E74FA"/>
    <w:rsid w:val="009F765D"/>
    <w:rsid w:val="00A06A97"/>
    <w:rsid w:val="00A12FEF"/>
    <w:rsid w:val="00A16542"/>
    <w:rsid w:val="00A20276"/>
    <w:rsid w:val="00A25362"/>
    <w:rsid w:val="00A257AD"/>
    <w:rsid w:val="00A36DDF"/>
    <w:rsid w:val="00A41739"/>
    <w:rsid w:val="00A43D45"/>
    <w:rsid w:val="00A51971"/>
    <w:rsid w:val="00A52D60"/>
    <w:rsid w:val="00A64B9F"/>
    <w:rsid w:val="00A66913"/>
    <w:rsid w:val="00A71BE1"/>
    <w:rsid w:val="00A80E0E"/>
    <w:rsid w:val="00A81BC1"/>
    <w:rsid w:val="00A83D25"/>
    <w:rsid w:val="00A94099"/>
    <w:rsid w:val="00AA1851"/>
    <w:rsid w:val="00AA2182"/>
    <w:rsid w:val="00AA4581"/>
    <w:rsid w:val="00AA5B13"/>
    <w:rsid w:val="00AA67A9"/>
    <w:rsid w:val="00AA7A72"/>
    <w:rsid w:val="00AC19A9"/>
    <w:rsid w:val="00AC3250"/>
    <w:rsid w:val="00AC63AB"/>
    <w:rsid w:val="00AC7260"/>
    <w:rsid w:val="00AD2437"/>
    <w:rsid w:val="00AD6B74"/>
    <w:rsid w:val="00AF08D8"/>
    <w:rsid w:val="00B01258"/>
    <w:rsid w:val="00B30234"/>
    <w:rsid w:val="00B342A9"/>
    <w:rsid w:val="00B34EB1"/>
    <w:rsid w:val="00B42556"/>
    <w:rsid w:val="00B42EF0"/>
    <w:rsid w:val="00B439A7"/>
    <w:rsid w:val="00B44958"/>
    <w:rsid w:val="00B51369"/>
    <w:rsid w:val="00B56B10"/>
    <w:rsid w:val="00B62558"/>
    <w:rsid w:val="00B63F10"/>
    <w:rsid w:val="00B704B6"/>
    <w:rsid w:val="00B80A22"/>
    <w:rsid w:val="00B813E1"/>
    <w:rsid w:val="00B922AC"/>
    <w:rsid w:val="00B9297F"/>
    <w:rsid w:val="00B944A1"/>
    <w:rsid w:val="00B9479B"/>
    <w:rsid w:val="00BA4C0A"/>
    <w:rsid w:val="00BB1172"/>
    <w:rsid w:val="00BB7BF8"/>
    <w:rsid w:val="00BD4215"/>
    <w:rsid w:val="00BD718B"/>
    <w:rsid w:val="00BE0E58"/>
    <w:rsid w:val="00BF00C2"/>
    <w:rsid w:val="00BF05E7"/>
    <w:rsid w:val="00C01D89"/>
    <w:rsid w:val="00C05889"/>
    <w:rsid w:val="00C05DE6"/>
    <w:rsid w:val="00C107D9"/>
    <w:rsid w:val="00C248C8"/>
    <w:rsid w:val="00C42780"/>
    <w:rsid w:val="00C53192"/>
    <w:rsid w:val="00C64000"/>
    <w:rsid w:val="00C66C50"/>
    <w:rsid w:val="00C70734"/>
    <w:rsid w:val="00C74D71"/>
    <w:rsid w:val="00C777F9"/>
    <w:rsid w:val="00C805A7"/>
    <w:rsid w:val="00C83861"/>
    <w:rsid w:val="00C87D38"/>
    <w:rsid w:val="00C9392B"/>
    <w:rsid w:val="00CB05F3"/>
    <w:rsid w:val="00CB6C64"/>
    <w:rsid w:val="00CC3989"/>
    <w:rsid w:val="00CD47B7"/>
    <w:rsid w:val="00CE0544"/>
    <w:rsid w:val="00CE146D"/>
    <w:rsid w:val="00CE3B95"/>
    <w:rsid w:val="00CF4216"/>
    <w:rsid w:val="00D02CBD"/>
    <w:rsid w:val="00D03683"/>
    <w:rsid w:val="00D0529D"/>
    <w:rsid w:val="00D05A7F"/>
    <w:rsid w:val="00D06B03"/>
    <w:rsid w:val="00D07749"/>
    <w:rsid w:val="00D1142B"/>
    <w:rsid w:val="00D2023A"/>
    <w:rsid w:val="00D205CB"/>
    <w:rsid w:val="00D256A6"/>
    <w:rsid w:val="00D30DA6"/>
    <w:rsid w:val="00D45BCA"/>
    <w:rsid w:val="00D5029E"/>
    <w:rsid w:val="00D529DA"/>
    <w:rsid w:val="00D7010A"/>
    <w:rsid w:val="00D70B9C"/>
    <w:rsid w:val="00D7611A"/>
    <w:rsid w:val="00D8095E"/>
    <w:rsid w:val="00D83871"/>
    <w:rsid w:val="00D876A3"/>
    <w:rsid w:val="00D91E7E"/>
    <w:rsid w:val="00D92914"/>
    <w:rsid w:val="00D92CC7"/>
    <w:rsid w:val="00DB0E61"/>
    <w:rsid w:val="00DB64FD"/>
    <w:rsid w:val="00DB7EBA"/>
    <w:rsid w:val="00DC42D1"/>
    <w:rsid w:val="00DC7491"/>
    <w:rsid w:val="00DD110C"/>
    <w:rsid w:val="00DD1DAC"/>
    <w:rsid w:val="00DD6016"/>
    <w:rsid w:val="00DD6C7B"/>
    <w:rsid w:val="00DF3ABA"/>
    <w:rsid w:val="00DF42D0"/>
    <w:rsid w:val="00DF5567"/>
    <w:rsid w:val="00E174CB"/>
    <w:rsid w:val="00E2632E"/>
    <w:rsid w:val="00E27F34"/>
    <w:rsid w:val="00E34BAA"/>
    <w:rsid w:val="00E413FF"/>
    <w:rsid w:val="00E42106"/>
    <w:rsid w:val="00E42F35"/>
    <w:rsid w:val="00E546E4"/>
    <w:rsid w:val="00E634CE"/>
    <w:rsid w:val="00E70E37"/>
    <w:rsid w:val="00E75639"/>
    <w:rsid w:val="00E831F3"/>
    <w:rsid w:val="00E95049"/>
    <w:rsid w:val="00EA0A96"/>
    <w:rsid w:val="00EB0D59"/>
    <w:rsid w:val="00EB0EE7"/>
    <w:rsid w:val="00EB7671"/>
    <w:rsid w:val="00EB7E41"/>
    <w:rsid w:val="00EB7FC9"/>
    <w:rsid w:val="00EC02B7"/>
    <w:rsid w:val="00EC3787"/>
    <w:rsid w:val="00EC6B16"/>
    <w:rsid w:val="00ED17F6"/>
    <w:rsid w:val="00ED4F66"/>
    <w:rsid w:val="00EF5F84"/>
    <w:rsid w:val="00F029D2"/>
    <w:rsid w:val="00F068FA"/>
    <w:rsid w:val="00F165C1"/>
    <w:rsid w:val="00F21D05"/>
    <w:rsid w:val="00F22CFC"/>
    <w:rsid w:val="00F411E7"/>
    <w:rsid w:val="00F46ECB"/>
    <w:rsid w:val="00F50A35"/>
    <w:rsid w:val="00F51EF8"/>
    <w:rsid w:val="00F62D91"/>
    <w:rsid w:val="00F658DB"/>
    <w:rsid w:val="00F70D7B"/>
    <w:rsid w:val="00F76684"/>
    <w:rsid w:val="00F81CE5"/>
    <w:rsid w:val="00F90DB3"/>
    <w:rsid w:val="00F95236"/>
    <w:rsid w:val="00F96DAC"/>
    <w:rsid w:val="00FB7369"/>
    <w:rsid w:val="00FB7914"/>
    <w:rsid w:val="00FC2B3A"/>
    <w:rsid w:val="00FC3712"/>
    <w:rsid w:val="00FC6660"/>
    <w:rsid w:val="00FC6A50"/>
    <w:rsid w:val="00FD2D86"/>
    <w:rsid w:val="00FD5DD9"/>
    <w:rsid w:val="00FD628D"/>
    <w:rsid w:val="00FE10AD"/>
    <w:rsid w:val="00FE3569"/>
    <w:rsid w:val="00FE6800"/>
    <w:rsid w:val="00FF0ACD"/>
    <w:rsid w:val="00FF382D"/>
    <w:rsid w:val="00FF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4:docId w14:val="6FD5C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837A9"/>
  </w:style>
  <w:style w:type="character" w:styleId="Collegamentovisitato">
    <w:name w:val="FollowedHyperlink"/>
    <w:basedOn w:val="Carpredefinitoparagrafo"/>
    <w:rsid w:val="00900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837A9"/>
  </w:style>
  <w:style w:type="character" w:styleId="Collegamentovisitato">
    <w:name w:val="FollowedHyperlink"/>
    <w:basedOn w:val="Carpredefinitoparagrafo"/>
    <w:rsid w:val="00900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fficioefs.ps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marche@istruzione.it" TargetMode="External"/><Relationship Id="rId2" Type="http://schemas.openxmlformats.org/officeDocument/2006/relationships/hyperlink" Target="mailto:drma@postacert.istruzione.it" TargetMode="External"/><Relationship Id="rId1" Type="http://schemas.openxmlformats.org/officeDocument/2006/relationships/hyperlink" Target="mailto:marco.petrini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F587F-0E42-4864-8904-7460C200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41</TotalTime>
  <Pages>1</Pages>
  <Words>146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1393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17</cp:revision>
  <cp:lastPrinted>2018-04-02T08:33:00Z</cp:lastPrinted>
  <dcterms:created xsi:type="dcterms:W3CDTF">2019-03-01T12:36:00Z</dcterms:created>
  <dcterms:modified xsi:type="dcterms:W3CDTF">2019-04-02T06:37:00Z</dcterms:modified>
</cp:coreProperties>
</file>